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4479075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21AB24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8B1D84A" w:rsidRDefault="0071620A" w14:paraId="053701D4" w14:textId="3221FC87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8B1D84A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08B1D84A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08B1D84A" w:rsidR="00213E13">
        <w:rPr>
          <w:rFonts w:ascii="Corbel" w:hAnsi="Corbel"/>
          <w:i w:val="1"/>
          <w:iCs w:val="1"/>
          <w:smallCaps w:val="1"/>
          <w:sz w:val="24"/>
          <w:szCs w:val="24"/>
        </w:rPr>
        <w:t>2022/</w:t>
      </w:r>
      <w:r w:rsidRPr="08B1D84A" w:rsidR="680D7526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08B1D84A" w:rsidR="00213E13">
        <w:rPr>
          <w:rFonts w:ascii="Corbel" w:hAnsi="Corbel"/>
          <w:i w:val="1"/>
          <w:iCs w:val="1"/>
          <w:smallCaps w:val="1"/>
          <w:sz w:val="24"/>
          <w:szCs w:val="24"/>
        </w:rPr>
        <w:t>23-2023/</w:t>
      </w:r>
      <w:r w:rsidRPr="08B1D84A" w:rsidR="60B687BB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08B1D84A" w:rsidR="00213E13">
        <w:rPr>
          <w:rFonts w:ascii="Corbel" w:hAnsi="Corbel"/>
          <w:i w:val="1"/>
          <w:iCs w:val="1"/>
          <w:smallCaps w:val="1"/>
          <w:sz w:val="24"/>
          <w:szCs w:val="24"/>
        </w:rPr>
        <w:t>24</w:t>
      </w:r>
    </w:p>
    <w:p w:rsidR="0085747A" w:rsidP="00EA4832" w:rsidRDefault="00EA4832" w14:paraId="2A4DCB01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571A68E" w14:textId="1D16B0A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213E13">
        <w:rPr>
          <w:rFonts w:ascii="Corbel" w:hAnsi="Corbel"/>
          <w:sz w:val="20"/>
          <w:szCs w:val="20"/>
        </w:rPr>
        <w:t>202</w:t>
      </w:r>
      <w:r w:rsidR="00E72FE1">
        <w:rPr>
          <w:rFonts w:ascii="Corbel" w:hAnsi="Corbel"/>
          <w:sz w:val="20"/>
          <w:szCs w:val="20"/>
        </w:rPr>
        <w:t>3</w:t>
      </w:r>
      <w:r w:rsidR="00213E13">
        <w:rPr>
          <w:rFonts w:ascii="Corbel" w:hAnsi="Corbel"/>
          <w:sz w:val="20"/>
          <w:szCs w:val="20"/>
        </w:rPr>
        <w:t>/</w:t>
      </w:r>
      <w:r w:rsidR="0EE16645">
        <w:rPr>
          <w:rFonts w:ascii="Corbel" w:hAnsi="Corbel"/>
          <w:sz w:val="20"/>
          <w:szCs w:val="20"/>
        </w:rPr>
        <w:t>20</w:t>
      </w:r>
      <w:r w:rsidR="00213E13">
        <w:rPr>
          <w:rFonts w:ascii="Corbel" w:hAnsi="Corbel"/>
          <w:sz w:val="20"/>
          <w:szCs w:val="20"/>
        </w:rPr>
        <w:t>2</w:t>
      </w:r>
      <w:r w:rsidR="00E72FE1">
        <w:rPr>
          <w:rFonts w:ascii="Corbel" w:hAnsi="Corbel"/>
          <w:sz w:val="20"/>
          <w:szCs w:val="20"/>
        </w:rPr>
        <w:t>4</w:t>
      </w:r>
    </w:p>
    <w:p w:rsidRPr="009C54AE" w:rsidR="0085747A" w:rsidP="009C54AE" w:rsidRDefault="0085747A" w14:paraId="740F4A1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99AFAA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8B1D84A" w14:paraId="0E002BEE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98F84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8B1D84A" w:rsidRDefault="00213E13" w14:paraId="31EA8BC1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8B1D84A" w:rsidR="00213E13">
              <w:rPr>
                <w:rFonts w:ascii="Corbel" w:hAnsi="Corbel"/>
                <w:b w:val="1"/>
                <w:bCs w:val="1"/>
                <w:sz w:val="24"/>
                <w:szCs w:val="24"/>
              </w:rPr>
              <w:t>Prawo umów</w:t>
            </w:r>
          </w:p>
        </w:tc>
      </w:tr>
      <w:tr w:rsidRPr="009C54AE" w:rsidR="0085747A" w:rsidTr="08B1D84A" w14:paraId="499890A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7A201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13E13" w14:paraId="5D20AC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A2SO60</w:t>
            </w:r>
          </w:p>
        </w:tc>
      </w:tr>
      <w:tr w:rsidRPr="009C54AE" w:rsidR="00E72FE1" w:rsidTr="08B1D84A" w14:paraId="6F91507C" w14:textId="77777777">
        <w:tc>
          <w:tcPr>
            <w:tcW w:w="2694" w:type="dxa"/>
            <w:tcMar/>
            <w:vAlign w:val="center"/>
          </w:tcPr>
          <w:p w:rsidRPr="009C54AE" w:rsidR="00E72FE1" w:rsidP="00E72FE1" w:rsidRDefault="00E72FE1" w14:paraId="7CF1C8A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E72FE1" w:rsidP="08B1D84A" w:rsidRDefault="00E72FE1" w14:paraId="62ABB024" w14:textId="50156CB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8B1D84A" w:rsidR="00E72FE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E72FE1" w:rsidTr="08B1D84A" w14:paraId="65EDD8C5" w14:textId="77777777">
        <w:tc>
          <w:tcPr>
            <w:tcW w:w="2694" w:type="dxa"/>
            <w:tcMar/>
            <w:vAlign w:val="center"/>
          </w:tcPr>
          <w:p w:rsidRPr="009C54AE" w:rsidR="00E72FE1" w:rsidP="00E72FE1" w:rsidRDefault="00E72FE1" w14:paraId="34C985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E72FE1" w:rsidP="08B1D84A" w:rsidRDefault="00E72FE1" w14:paraId="3204318E" w14:textId="553216A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8B1D84A" w:rsidR="70C76F8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08B1D84A" w:rsidR="00E72FE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Postępowania Cywilnego </w:t>
            </w:r>
          </w:p>
        </w:tc>
      </w:tr>
      <w:tr w:rsidRPr="009C54AE" w:rsidR="00213E13" w:rsidTr="08B1D84A" w14:paraId="1CC88122" w14:textId="77777777">
        <w:tc>
          <w:tcPr>
            <w:tcW w:w="2694" w:type="dxa"/>
            <w:tcMar/>
            <w:vAlign w:val="center"/>
          </w:tcPr>
          <w:p w:rsidRPr="009C54AE" w:rsidR="00213E13" w:rsidP="009C54AE" w:rsidRDefault="00213E13" w14:paraId="70A1E2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213E13" w:rsidP="006F78E6" w:rsidRDefault="00213E13" w14:paraId="0D80AF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213E13" w:rsidTr="08B1D84A" w14:paraId="39FBF441" w14:textId="77777777">
        <w:tc>
          <w:tcPr>
            <w:tcW w:w="2694" w:type="dxa"/>
            <w:tcMar/>
            <w:vAlign w:val="center"/>
          </w:tcPr>
          <w:p w:rsidRPr="009C54AE" w:rsidR="00213E13" w:rsidP="009C54AE" w:rsidRDefault="00213E13" w14:paraId="530EAF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213E13" w:rsidP="006F78E6" w:rsidRDefault="00213E13" w14:paraId="755E33F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II stopnia </w:t>
            </w:r>
          </w:p>
        </w:tc>
      </w:tr>
      <w:tr w:rsidRPr="009C54AE" w:rsidR="00213E13" w:rsidTr="08B1D84A" w14:paraId="1329A282" w14:textId="77777777">
        <w:tc>
          <w:tcPr>
            <w:tcW w:w="2694" w:type="dxa"/>
            <w:tcMar/>
            <w:vAlign w:val="center"/>
          </w:tcPr>
          <w:p w:rsidRPr="009C54AE" w:rsidR="00213E13" w:rsidP="009C54AE" w:rsidRDefault="00213E13" w14:paraId="11D628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213E13" w:rsidP="006F78E6" w:rsidRDefault="00213E13" w14:paraId="5FDF436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8B1D84A" w14:paraId="4C8852F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F4C11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D62AB" w14:paraId="6452836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13E1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08B1D84A" w14:paraId="23D1D35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4E3EFA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8B1D84A" w:rsidRDefault="00213E13" w14:paraId="576DA14C" w14:textId="73FC5C6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8B1D84A" w:rsidR="00213E13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08B1D84A" w:rsidR="1A76C5E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08B1D84A" w:rsidR="00213E13">
              <w:rPr>
                <w:rFonts w:ascii="Corbel" w:hAnsi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9C54AE" w:rsidR="0085747A" w:rsidTr="08B1D84A" w14:paraId="3AB0BB2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3A4F4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8B1D84A" w:rsidRDefault="00213E13" w14:paraId="2A452BDE" w14:textId="025D0FF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8B1D84A" w:rsidR="00213E13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 (ścieżka kształcenia w zakresie administracji podmiotów niepublicznych)</w:t>
            </w:r>
          </w:p>
        </w:tc>
      </w:tr>
      <w:tr w:rsidRPr="009C54AE" w:rsidR="00213E13" w:rsidTr="08B1D84A" w14:paraId="3373E0C2" w14:textId="77777777">
        <w:tc>
          <w:tcPr>
            <w:tcW w:w="2694" w:type="dxa"/>
            <w:tcMar/>
            <w:vAlign w:val="center"/>
          </w:tcPr>
          <w:p w:rsidRPr="009C54AE" w:rsidR="00213E13" w:rsidP="009C54AE" w:rsidRDefault="00213E13" w14:paraId="29091A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213E13" w:rsidP="006F78E6" w:rsidRDefault="00213E13" w14:paraId="5D3ACA6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3C0235" w:rsidTr="08B1D84A" w14:paraId="2778D4BE" w14:textId="77777777">
        <w:tc>
          <w:tcPr>
            <w:tcW w:w="2694" w:type="dxa"/>
            <w:tcMar/>
            <w:vAlign w:val="center"/>
          </w:tcPr>
          <w:p w:rsidRPr="009C54AE" w:rsidR="003C0235" w:rsidP="003C0235" w:rsidRDefault="003C0235" w14:paraId="7F8238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3C0235" w:rsidP="003C0235" w:rsidRDefault="003C0235" w14:paraId="41B713A1" w14:textId="7677C9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Kosior</w:t>
            </w:r>
          </w:p>
        </w:tc>
      </w:tr>
      <w:tr w:rsidRPr="009C54AE" w:rsidR="003C0235" w:rsidTr="08B1D84A" w14:paraId="09BAA02E" w14:textId="77777777">
        <w:tc>
          <w:tcPr>
            <w:tcW w:w="2694" w:type="dxa"/>
            <w:tcMar/>
            <w:vAlign w:val="center"/>
          </w:tcPr>
          <w:p w:rsidRPr="009C54AE" w:rsidR="003C0235" w:rsidP="003C0235" w:rsidRDefault="003C0235" w14:paraId="61863A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3C0235" w:rsidP="003C0235" w:rsidRDefault="003C0235" w14:paraId="758EFE31" w14:textId="266193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Kosior</w:t>
            </w:r>
          </w:p>
        </w:tc>
      </w:tr>
    </w:tbl>
    <w:p w:rsidRPr="009C54AE" w:rsidR="0085747A" w:rsidP="009C54AE" w:rsidRDefault="0085747A" w14:paraId="579FBA4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5BA577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8BB2F7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01A1A3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9"/>
        <w:gridCol w:w="801"/>
        <w:gridCol w:w="900"/>
        <w:gridCol w:w="762"/>
        <w:gridCol w:w="827"/>
        <w:gridCol w:w="780"/>
        <w:gridCol w:w="957"/>
        <w:gridCol w:w="1206"/>
        <w:gridCol w:w="1545"/>
      </w:tblGrid>
      <w:tr w:rsidRPr="009C54AE" w:rsidR="00015B8F" w:rsidTr="08B1D84A" w14:paraId="4B22162B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46C8C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34C0A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74809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198033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FBF3C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69221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F1922B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254E7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E383A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E3849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06198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8B1D84A" w14:paraId="1E7FFF1D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213E13" w14:paraId="75B957C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13E13" w14:paraId="62690C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31E59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E6491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32EDB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7A3DA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408298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82D4F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D440B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13E13" w14:paraId="467556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2F12E65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31C2F7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213E13" w14:paraId="6B55AC1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Wingdings" w:hAnsi="Wingdings" w:eastAsia="Wingdings" w:cs="Wingdings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213E13" w14:paraId="50B8C41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Wingdings" w:hAnsi="Wingdings" w:eastAsia="Wingdings" w:cs="Wingdings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B481C0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E22FBC" w14:paraId="7868C2D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2B1827" w:rsidP="00F83B28" w:rsidRDefault="002B1827" w14:paraId="66077AB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2B1827" w:rsidP="002B1827" w:rsidRDefault="002B1827" w14:paraId="47FB7268" w14:textId="77777777">
      <w:pPr>
        <w:shd w:val="clear" w:color="auto" w:fill="FFFFFF"/>
        <w:spacing w:after="0" w:line="240" w:lineRule="auto"/>
        <w:jc w:val="both"/>
        <w:rPr>
          <w:rFonts w:ascii="Corbel" w:hAnsi="Corbel" w:eastAsia="Cambria"/>
          <w:sz w:val="24"/>
          <w:szCs w:val="24"/>
        </w:rPr>
      </w:pPr>
      <w:r w:rsidRPr="007D31D3">
        <w:rPr>
          <w:rFonts w:ascii="Corbel" w:hAnsi="Corbel" w:eastAsia="Cambria"/>
          <w:b/>
          <w:sz w:val="24"/>
          <w:szCs w:val="24"/>
        </w:rPr>
        <w:t xml:space="preserve">Wykład </w:t>
      </w:r>
      <w:r w:rsidRPr="004D662A">
        <w:rPr>
          <w:rFonts w:ascii="Corbel" w:hAnsi="Corbel" w:eastAsia="Cambria"/>
          <w:sz w:val="24"/>
          <w:szCs w:val="24"/>
        </w:rPr>
        <w:t xml:space="preserve">– </w:t>
      </w:r>
      <w:r>
        <w:rPr>
          <w:rFonts w:ascii="Corbel" w:hAnsi="Corbel" w:eastAsia="Cambria"/>
          <w:sz w:val="24"/>
          <w:szCs w:val="24"/>
        </w:rPr>
        <w:t xml:space="preserve">egzamin </w:t>
      </w:r>
    </w:p>
    <w:p w:rsidRPr="004D662A" w:rsidR="002B1827" w:rsidP="002B1827" w:rsidRDefault="002B1827" w14:paraId="1460D4E7" w14:textId="77777777">
      <w:pPr>
        <w:shd w:val="clear" w:color="auto" w:fill="FFFFFF"/>
        <w:spacing w:after="0" w:line="240" w:lineRule="auto"/>
        <w:jc w:val="both"/>
        <w:rPr>
          <w:rFonts w:ascii="Corbel" w:hAnsi="Corbel" w:eastAsia="Cambria"/>
          <w:sz w:val="24"/>
          <w:szCs w:val="24"/>
        </w:rPr>
      </w:pPr>
    </w:p>
    <w:p w:rsidRPr="009C54AE" w:rsidR="00E960BB" w:rsidP="009C54AE" w:rsidRDefault="0085747A" w14:paraId="61D4629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8B1D84A" w14:paraId="685AF6EE" w14:textId="77777777">
        <w:tc>
          <w:tcPr>
            <w:tcW w:w="9670" w:type="dxa"/>
            <w:tcMar/>
          </w:tcPr>
          <w:p w:rsidRPr="00BD62AB" w:rsidR="0085747A" w:rsidP="08B1D84A" w:rsidRDefault="002B1827" w14:paraId="2BD6BE9A" w14:textId="3367B4E0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8B1D84A" w:rsidR="002B1827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Elementarna</w:t>
            </w:r>
            <w:r w:rsidRPr="08B1D84A" w:rsidR="002B1827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wiedza z </w:t>
            </w:r>
            <w:r w:rsidRPr="08B1D84A" w:rsidR="002B1827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zakresu </w:t>
            </w:r>
            <w:r w:rsidRPr="08B1D84A" w:rsidR="002B1827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podstaw</w:t>
            </w:r>
            <w:r w:rsidRPr="08B1D84A" w:rsidR="002B1827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</w:t>
            </w:r>
            <w:r w:rsidRPr="08B1D84A" w:rsidR="002B1827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prawa cywilnego</w:t>
            </w:r>
            <w:r w:rsidRPr="08B1D84A" w:rsidR="002B1827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z umowami w administracji</w:t>
            </w:r>
            <w:r w:rsidRPr="08B1D84A" w:rsidR="002B1827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oraz nauki administracji</w:t>
            </w:r>
          </w:p>
        </w:tc>
      </w:tr>
    </w:tbl>
    <w:p w:rsidR="00153C41" w:rsidP="009C54AE" w:rsidRDefault="00153C41" w14:paraId="04BFF24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2BDBA1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3992F0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6AE8A4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0FC3C2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2B1827" w:rsidTr="08B1D84A" w14:paraId="640E6157" w14:textId="77777777">
        <w:tc>
          <w:tcPr>
            <w:tcW w:w="851" w:type="dxa"/>
            <w:tcMar/>
            <w:vAlign w:val="center"/>
          </w:tcPr>
          <w:p w:rsidRPr="008B2701" w:rsidR="002B1827" w:rsidP="006F78E6" w:rsidRDefault="002B1827" w14:paraId="479CAD5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27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E0335F" w:rsidR="002B1827" w:rsidP="002B1827" w:rsidRDefault="002B1827" w14:paraId="60B392A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E0335F">
              <w:rPr>
                <w:rFonts w:ascii="Corbel" w:hAnsi="Corbel"/>
                <w:b w:val="0"/>
                <w:i/>
                <w:sz w:val="24"/>
                <w:szCs w:val="24"/>
              </w:rPr>
              <w:t xml:space="preserve">Zaznajomienie studentów z problematyką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prawa umów</w:t>
            </w:r>
            <w:r w:rsidRPr="00E0335F">
              <w:rPr>
                <w:rFonts w:ascii="Corbel" w:hAnsi="Corbel"/>
                <w:b w:val="0"/>
                <w:i/>
                <w:sz w:val="24"/>
                <w:szCs w:val="24"/>
              </w:rPr>
              <w:t xml:space="preserve">, co przełoży się na pogłębienie treści przedmiotu w porównaniu z ogólnym kursem z zakresu podstaw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prawa cywilnego</w:t>
            </w:r>
          </w:p>
        </w:tc>
      </w:tr>
      <w:tr w:rsidRPr="009C54AE" w:rsidR="002B1827" w:rsidTr="08B1D84A" w14:paraId="799741B9" w14:textId="77777777">
        <w:tc>
          <w:tcPr>
            <w:tcW w:w="851" w:type="dxa"/>
            <w:tcMar/>
            <w:vAlign w:val="center"/>
          </w:tcPr>
          <w:p w:rsidRPr="008B2701" w:rsidR="002B1827" w:rsidP="006F78E6" w:rsidRDefault="002B1827" w14:paraId="16B941C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27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E0335F" w:rsidR="002B1827" w:rsidP="08B1D84A" w:rsidRDefault="002B1827" w14:paraId="5C1DAD89" w14:textId="4AF859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</w:pPr>
            <w:r w:rsidRPr="08B1D84A" w:rsidR="002B1827"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  <w:t>Przekazanie studentom wiadomości temat sposobów realizacji zadań przez administrację publiczną w drodze czynności cywilnoprawnych, a w szczególności uporządkowanie wiedzy na temat typowych umów</w:t>
            </w:r>
            <w:r w:rsidRPr="08B1D84A" w:rsidR="5E0E8B38"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  <w:t xml:space="preserve"> </w:t>
            </w:r>
            <w:r w:rsidRPr="08B1D84A" w:rsidR="002B1827"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  <w:t xml:space="preserve">prawa cywilnego </w:t>
            </w:r>
            <w:r w:rsidRPr="08B1D84A" w:rsidR="002B1827"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  <w:t xml:space="preserve">na podstawie, których </w:t>
            </w:r>
            <w:r w:rsidRPr="08B1D84A" w:rsidR="002B1827"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  <w:t xml:space="preserve">również </w:t>
            </w:r>
            <w:r w:rsidRPr="08B1D84A" w:rsidR="002B1827"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  <w:t>administracja pu</w:t>
            </w:r>
            <w:r w:rsidRPr="08B1D84A" w:rsidR="002B1827"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  <w:t>bliczna realizuje swoje zadania</w:t>
            </w:r>
          </w:p>
        </w:tc>
      </w:tr>
      <w:tr w:rsidRPr="009C54AE" w:rsidR="002B1827" w:rsidTr="08B1D84A" w14:paraId="33D3E3C8" w14:textId="77777777">
        <w:tc>
          <w:tcPr>
            <w:tcW w:w="851" w:type="dxa"/>
            <w:tcMar/>
            <w:vAlign w:val="center"/>
          </w:tcPr>
          <w:p w:rsidRPr="008B2701" w:rsidR="002B1827" w:rsidP="006F78E6" w:rsidRDefault="002B1827" w14:paraId="3AC1580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27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E0335F" w:rsidR="002B1827" w:rsidP="002B1827" w:rsidRDefault="002B1827" w14:paraId="265C090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E0335F">
              <w:rPr>
                <w:rFonts w:ascii="Corbel" w:hAnsi="Corbel"/>
                <w:b w:val="0"/>
                <w:i/>
                <w:sz w:val="24"/>
                <w:szCs w:val="24"/>
              </w:rPr>
              <w:t xml:space="preserve">Zaprezentowanie studentom zasadniczych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poglądów doktryny oraz</w:t>
            </w:r>
            <w:r w:rsidRPr="00E0335F">
              <w:rPr>
                <w:rFonts w:ascii="Corbel" w:hAnsi="Corbel"/>
                <w:b w:val="0"/>
                <w:i/>
                <w:sz w:val="24"/>
                <w:szCs w:val="24"/>
              </w:rPr>
              <w:t xml:space="preserve"> orzecznictwa z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zakresu problematyki przedmiotu</w:t>
            </w:r>
          </w:p>
        </w:tc>
      </w:tr>
      <w:tr w:rsidRPr="009C54AE" w:rsidR="002B1827" w:rsidTr="08B1D84A" w14:paraId="6196A785" w14:textId="77777777">
        <w:tc>
          <w:tcPr>
            <w:tcW w:w="851" w:type="dxa"/>
            <w:tcMar/>
            <w:vAlign w:val="center"/>
          </w:tcPr>
          <w:p w:rsidRPr="008B2701" w:rsidR="002B1827" w:rsidP="006F78E6" w:rsidRDefault="002B1827" w14:paraId="62D6420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27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3E3DC5" w:rsidR="002B1827" w:rsidP="002B1827" w:rsidRDefault="002B1827" w14:paraId="50AEEBBE" w14:textId="21BA1D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</w:rPr>
            </w:pPr>
            <w:r w:rsidRPr="08B1D84A" w:rsidR="002B1827"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  <w:t xml:space="preserve">Wypracowanie u studentów praktycznych umiejętności polegających na </w:t>
            </w:r>
            <w:r w:rsidRPr="08B1D84A" w:rsidR="002B1827"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  <w:t>ro</w:t>
            </w:r>
            <w:r w:rsidRPr="08B1D84A" w:rsidR="002B1827"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  <w:t>związywaniu konkretnych kazusów i przygotowaniu umów,</w:t>
            </w:r>
            <w:r w:rsidRPr="08B1D84A" w:rsidR="002B1827"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  <w:t xml:space="preserve"> obejm</w:t>
            </w:r>
            <w:r w:rsidRPr="08B1D84A" w:rsidR="002B1827"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  <w:t xml:space="preserve">ujących problematykę przedmiotu, w efekcie przygotowanie studentów do samodzielnego stosowania przepisów prawnych z zakresu prawa </w:t>
            </w:r>
            <w:r w:rsidRPr="08B1D84A" w:rsidR="002B1827"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  <w:t>umów w</w:t>
            </w:r>
            <w:r w:rsidRPr="08B1D84A" w:rsidR="002B1827"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  <w:t xml:space="preserve"> praktyce</w:t>
            </w:r>
          </w:p>
        </w:tc>
      </w:tr>
    </w:tbl>
    <w:p w:rsidRPr="009C54AE" w:rsidR="0085747A" w:rsidP="009C54AE" w:rsidRDefault="0085747A" w14:paraId="6BA58EC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964477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2717210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8B1D84A" w14:paraId="3FDD9784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3D5A36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48D943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51FBB1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8B1D84A" w14:paraId="20EEAF4F" w14:textId="77777777">
        <w:tc>
          <w:tcPr>
            <w:tcW w:w="1701" w:type="dxa"/>
            <w:tcMar/>
          </w:tcPr>
          <w:p w:rsidRPr="009C54AE" w:rsidR="0085747A" w:rsidP="009C54AE" w:rsidRDefault="0085747A" w14:paraId="330A7B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D26682" w:rsidR="0085747A" w:rsidP="08B1D84A" w:rsidRDefault="00D26682" w14:paraId="3425EC23" w14:textId="77777777">
            <w:pPr>
              <w:pStyle w:val="TableParagraph"/>
              <w:spacing w:line="276" w:lineRule="auto"/>
              <w:ind w:right="97"/>
              <w:jc w:val="both"/>
              <w:rPr>
                <w:sz w:val="23"/>
                <w:szCs w:val="23"/>
              </w:rPr>
            </w:pPr>
            <w:r w:rsidRPr="08B1D84A" w:rsidR="15607B6C">
              <w:rPr>
                <w:sz w:val="23"/>
                <w:szCs w:val="23"/>
              </w:rPr>
              <w:t>Posiada</w:t>
            </w:r>
            <w:r w:rsidRPr="08B1D84A" w:rsidR="15607B6C">
              <w:rPr>
                <w:spacing w:val="-10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rozszerzoną</w:t>
            </w:r>
            <w:r w:rsidRPr="08B1D84A" w:rsidR="15607B6C">
              <w:rPr>
                <w:spacing w:val="-9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wiedzę</w:t>
            </w:r>
            <w:r w:rsidRPr="08B1D84A" w:rsidR="15607B6C">
              <w:rPr>
                <w:spacing w:val="-8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o</w:t>
            </w:r>
            <w:r w:rsidRPr="08B1D84A" w:rsidR="15607B6C">
              <w:rPr>
                <w:spacing w:val="-10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roli</w:t>
            </w:r>
            <w:r w:rsidRPr="08B1D84A" w:rsidR="15607B6C">
              <w:rPr>
                <w:spacing w:val="-10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człowieka,</w:t>
            </w:r>
            <w:r w:rsidRPr="08B1D84A" w:rsidR="15607B6C">
              <w:rPr>
                <w:spacing w:val="-11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jego</w:t>
            </w:r>
            <w:r w:rsidRPr="08B1D84A" w:rsidR="15607B6C">
              <w:rPr>
                <w:spacing w:val="-9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cechach</w:t>
            </w:r>
            <w:r w:rsidRPr="08B1D84A" w:rsidR="15607B6C">
              <w:rPr>
                <w:spacing w:val="-43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i</w:t>
            </w:r>
            <w:r w:rsidRPr="08B1D84A" w:rsidR="15607B6C">
              <w:rPr>
                <w:spacing w:val="1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aktywności</w:t>
            </w:r>
            <w:r w:rsidRPr="08B1D84A" w:rsidR="15607B6C">
              <w:rPr>
                <w:spacing w:val="1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w</w:t>
            </w:r>
            <w:r w:rsidRPr="08B1D84A" w:rsidR="15607B6C">
              <w:rPr>
                <w:spacing w:val="1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sferze</w:t>
            </w:r>
            <w:r w:rsidRPr="08B1D84A" w:rsidR="15607B6C">
              <w:rPr>
                <w:spacing w:val="1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administracji</w:t>
            </w:r>
            <w:r w:rsidRPr="08B1D84A" w:rsidR="15607B6C">
              <w:rPr>
                <w:spacing w:val="1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oraz</w:t>
            </w:r>
            <w:r w:rsidRPr="08B1D84A" w:rsidR="15607B6C">
              <w:rPr>
                <w:spacing w:val="1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jako</w:t>
            </w:r>
            <w:r w:rsidRPr="08B1D84A" w:rsidR="15607B6C">
              <w:rPr>
                <w:spacing w:val="1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twórcy</w:t>
            </w:r>
            <w:r w:rsidRPr="08B1D84A" w:rsidR="15607B6C">
              <w:rPr>
                <w:spacing w:val="1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kultury</w:t>
            </w:r>
            <w:r w:rsidRPr="08B1D84A" w:rsidR="15607B6C">
              <w:rPr>
                <w:spacing w:val="8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i</w:t>
            </w:r>
            <w:r w:rsidRPr="08B1D84A" w:rsidR="15607B6C">
              <w:rPr>
                <w:spacing w:val="8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podmiotu</w:t>
            </w:r>
            <w:r w:rsidRPr="08B1D84A" w:rsidR="15607B6C">
              <w:rPr>
                <w:spacing w:val="9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konstytuującego</w:t>
            </w:r>
            <w:r w:rsidRPr="08B1D84A" w:rsidR="15607B6C">
              <w:rPr>
                <w:spacing w:val="8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struktury</w:t>
            </w:r>
            <w:r w:rsidRPr="08B1D84A" w:rsidR="15607B6C">
              <w:rPr>
                <w:spacing w:val="6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społeczne</w:t>
            </w:r>
            <w:r w:rsidRPr="08B1D84A" w:rsidR="15607B6C">
              <w:rPr>
                <w:spacing w:val="7"/>
                <w:sz w:val="23"/>
                <w:szCs w:val="23"/>
              </w:rPr>
              <w:t xml:space="preserve"> </w:t>
            </w:r>
            <w:r w:rsidRPr="08B1D84A" w:rsidR="15607B6C">
              <w:rPr>
                <w:sz w:val="23"/>
                <w:szCs w:val="23"/>
              </w:rPr>
              <w:t>i</w:t>
            </w:r>
            <w:r w:rsidRPr="08B1D84A" w:rsidR="15607B6C">
              <w:rPr>
                <w:sz w:val="23"/>
                <w:szCs w:val="23"/>
              </w:rPr>
              <w:t xml:space="preserve"> zasady ich funkcjonowania</w:t>
            </w:r>
          </w:p>
        </w:tc>
        <w:tc>
          <w:tcPr>
            <w:tcW w:w="1873" w:type="dxa"/>
            <w:tcMar/>
          </w:tcPr>
          <w:p w:rsidRPr="009C54AE" w:rsidR="0085747A" w:rsidP="009C54AE" w:rsidRDefault="002B1827" w14:paraId="2DE0B7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85747A" w:rsidTr="08B1D84A" w14:paraId="0688BF8C" w14:textId="77777777">
        <w:tc>
          <w:tcPr>
            <w:tcW w:w="1701" w:type="dxa"/>
            <w:tcMar/>
          </w:tcPr>
          <w:p w:rsidRPr="009C54AE" w:rsidR="0085747A" w:rsidP="009C54AE" w:rsidRDefault="0085747A" w14:paraId="7FC832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D26682" w:rsidR="0085747A" w:rsidP="00D26682" w:rsidRDefault="00D26682" w14:paraId="3E4D13E7" w14:textId="77777777">
            <w:pPr>
              <w:pStyle w:val="TableParagraph"/>
              <w:spacing w:before="1" w:line="276" w:lineRule="auto"/>
              <w:jc w:val="both"/>
              <w:rPr>
                <w:sz w:val="23"/>
              </w:rPr>
            </w:pPr>
            <w:r w:rsidRPr="00C707C8">
              <w:rPr>
                <w:sz w:val="23"/>
              </w:rPr>
              <w:t>Stosuje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pojęcia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23"/>
                <w:sz w:val="23"/>
              </w:rPr>
              <w:t xml:space="preserve"> </w:t>
            </w:r>
            <w:r w:rsidRPr="00C707C8">
              <w:rPr>
                <w:sz w:val="23"/>
              </w:rPr>
              <w:t>zasady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zakresu</w:t>
            </w:r>
            <w:r w:rsidRPr="00C707C8">
              <w:rPr>
                <w:spacing w:val="25"/>
                <w:sz w:val="23"/>
              </w:rPr>
              <w:t xml:space="preserve"> </w:t>
            </w:r>
            <w:r w:rsidRPr="00C707C8">
              <w:rPr>
                <w:sz w:val="23"/>
              </w:rPr>
              <w:t>ochrony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własności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przemysłowej</w:t>
            </w:r>
            <w:r w:rsidRPr="00C707C8">
              <w:rPr>
                <w:spacing w:val="20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9"/>
                <w:sz w:val="23"/>
              </w:rPr>
              <w:t xml:space="preserve"> </w:t>
            </w:r>
            <w:r w:rsidRPr="00C707C8">
              <w:rPr>
                <w:sz w:val="23"/>
              </w:rPr>
              <w:t>prawa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autorskiego</w:t>
            </w:r>
            <w:r w:rsidRPr="00C707C8">
              <w:rPr>
                <w:spacing w:val="20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20"/>
                <w:sz w:val="23"/>
              </w:rPr>
              <w:t xml:space="preserve"> </w:t>
            </w:r>
            <w:r w:rsidRPr="00C707C8">
              <w:rPr>
                <w:sz w:val="23"/>
              </w:rPr>
              <w:t>zna</w:t>
            </w:r>
            <w:r w:rsidRPr="00C707C8">
              <w:rPr>
                <w:spacing w:val="20"/>
                <w:sz w:val="23"/>
              </w:rPr>
              <w:t xml:space="preserve"> </w:t>
            </w:r>
            <w:r w:rsidRPr="00C707C8">
              <w:rPr>
                <w:sz w:val="23"/>
              </w:rPr>
              <w:t>zasady</w:t>
            </w:r>
            <w:r>
              <w:rPr>
                <w:sz w:val="23"/>
              </w:rPr>
              <w:t xml:space="preserve"> zarządzania zasobami własności intelektualnej</w:t>
            </w:r>
          </w:p>
        </w:tc>
        <w:tc>
          <w:tcPr>
            <w:tcW w:w="1873" w:type="dxa"/>
            <w:tcMar/>
          </w:tcPr>
          <w:p w:rsidRPr="009C54AE" w:rsidR="0085747A" w:rsidP="009C54AE" w:rsidRDefault="002B1827" w14:paraId="2E0164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9C54AE" w:rsidR="0085747A" w:rsidTr="08B1D84A" w14:paraId="50D494EF" w14:textId="77777777">
        <w:tc>
          <w:tcPr>
            <w:tcW w:w="1701" w:type="dxa"/>
            <w:tcMar/>
          </w:tcPr>
          <w:p w:rsidRPr="009C54AE" w:rsidR="0085747A" w:rsidP="009C54AE" w:rsidRDefault="002B1827" w14:paraId="472918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D26682" w:rsidR="0085747A" w:rsidP="00D26682" w:rsidRDefault="00D26682" w14:paraId="0E935605" w14:textId="77777777">
            <w:pPr>
              <w:pStyle w:val="TableParagraph"/>
              <w:spacing w:line="280" w:lineRule="exact"/>
              <w:jc w:val="both"/>
              <w:rPr>
                <w:sz w:val="23"/>
              </w:rPr>
            </w:pPr>
            <w:r w:rsidRPr="00C707C8">
              <w:rPr>
                <w:sz w:val="23"/>
              </w:rPr>
              <w:t>Zna</w:t>
            </w:r>
            <w:r w:rsidRPr="00C707C8">
              <w:rPr>
                <w:spacing w:val="26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rozumie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metodologie</w:t>
            </w:r>
            <w:r w:rsidRPr="00C707C8">
              <w:rPr>
                <w:spacing w:val="72"/>
                <w:sz w:val="23"/>
              </w:rPr>
              <w:t xml:space="preserve"> </w:t>
            </w:r>
            <w:r w:rsidRPr="00C707C8">
              <w:rPr>
                <w:sz w:val="23"/>
              </w:rPr>
              <w:t>pracy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umysłowej</w:t>
            </w:r>
            <w:r w:rsidRPr="00C707C8">
              <w:rPr>
                <w:spacing w:val="75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reguły</w:t>
            </w:r>
            <w:r>
              <w:rPr>
                <w:sz w:val="23"/>
              </w:rPr>
              <w:t xml:space="preserve"> pisania prac naukowych</w:t>
            </w:r>
          </w:p>
        </w:tc>
        <w:tc>
          <w:tcPr>
            <w:tcW w:w="1873" w:type="dxa"/>
            <w:tcMar/>
          </w:tcPr>
          <w:p w:rsidRPr="009C54AE" w:rsidR="0085747A" w:rsidP="009C54AE" w:rsidRDefault="002D3283" w14:paraId="4557B5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2B1827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Pr="009C54AE" w:rsidR="00D26682" w:rsidTr="08B1D84A" w14:paraId="474A4863" w14:textId="77777777">
        <w:tc>
          <w:tcPr>
            <w:tcW w:w="1701" w:type="dxa"/>
            <w:tcMar/>
          </w:tcPr>
          <w:p w:rsidRPr="009C54AE" w:rsidR="00D26682" w:rsidP="006F78E6" w:rsidRDefault="00D26682" w14:paraId="066275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  <w:tcMar/>
          </w:tcPr>
          <w:p w:rsidRPr="00C707C8" w:rsidR="00D26682" w:rsidP="002D3283" w:rsidRDefault="00D26682" w14:paraId="0A503505" w14:textId="77777777">
            <w:pPr>
              <w:pStyle w:val="TableParagraph"/>
              <w:spacing w:before="1" w:line="276" w:lineRule="auto"/>
              <w:ind w:right="98"/>
              <w:jc w:val="both"/>
              <w:rPr>
                <w:sz w:val="23"/>
              </w:rPr>
            </w:pPr>
            <w:r w:rsidRPr="00C707C8">
              <w:rPr>
                <w:sz w:val="23"/>
              </w:rPr>
              <w:t>Posiada umiejętność tworzenia dokumentów prawnych,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umów</w:t>
            </w:r>
            <w:r w:rsidRPr="00C707C8">
              <w:rPr>
                <w:spacing w:val="23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69"/>
                <w:sz w:val="23"/>
              </w:rPr>
              <w:t xml:space="preserve"> </w:t>
            </w:r>
            <w:r w:rsidRPr="00C707C8">
              <w:rPr>
                <w:sz w:val="23"/>
              </w:rPr>
              <w:t>projektów</w:t>
            </w:r>
            <w:r w:rsidRPr="00C707C8">
              <w:rPr>
                <w:spacing w:val="68"/>
                <w:sz w:val="23"/>
              </w:rPr>
              <w:t xml:space="preserve"> </w:t>
            </w:r>
            <w:r w:rsidRPr="00C707C8">
              <w:rPr>
                <w:sz w:val="23"/>
              </w:rPr>
              <w:t>aktów</w:t>
            </w:r>
            <w:r w:rsidRPr="00C707C8">
              <w:rPr>
                <w:spacing w:val="68"/>
                <w:sz w:val="23"/>
              </w:rPr>
              <w:t xml:space="preserve"> </w:t>
            </w:r>
            <w:r w:rsidRPr="00C707C8">
              <w:rPr>
                <w:sz w:val="23"/>
              </w:rPr>
              <w:t>stosowania</w:t>
            </w:r>
            <w:r w:rsidRPr="00C707C8">
              <w:rPr>
                <w:spacing w:val="68"/>
                <w:sz w:val="23"/>
              </w:rPr>
              <w:t xml:space="preserve"> </w:t>
            </w:r>
            <w:r w:rsidRPr="00C707C8">
              <w:rPr>
                <w:sz w:val="23"/>
              </w:rPr>
              <w:t>prawa,</w:t>
            </w:r>
            <w:r w:rsidRPr="00C707C8">
              <w:rPr>
                <w:spacing w:val="69"/>
                <w:sz w:val="23"/>
              </w:rPr>
              <w:t xml:space="preserve"> </w:t>
            </w:r>
            <w:r w:rsidRPr="00C707C8">
              <w:rPr>
                <w:sz w:val="23"/>
              </w:rPr>
              <w:t>wraz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29"/>
                <w:sz w:val="23"/>
              </w:rPr>
              <w:t xml:space="preserve"> </w:t>
            </w:r>
            <w:r w:rsidRPr="00C707C8">
              <w:rPr>
                <w:sz w:val="23"/>
              </w:rPr>
              <w:t>ich</w:t>
            </w:r>
            <w:r w:rsidRPr="00C707C8">
              <w:rPr>
                <w:spacing w:val="28"/>
                <w:sz w:val="23"/>
              </w:rPr>
              <w:t xml:space="preserve"> </w:t>
            </w:r>
            <w:r w:rsidRPr="00C707C8">
              <w:rPr>
                <w:sz w:val="23"/>
              </w:rPr>
              <w:t>uzasadnieniem</w:t>
            </w:r>
            <w:r w:rsidRPr="00C707C8">
              <w:rPr>
                <w:spacing w:val="9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29"/>
                <w:sz w:val="23"/>
              </w:rPr>
              <w:t xml:space="preserve"> </w:t>
            </w:r>
            <w:r w:rsidRPr="00C707C8">
              <w:rPr>
                <w:sz w:val="23"/>
              </w:rPr>
              <w:t>jest</w:t>
            </w:r>
            <w:r w:rsidRPr="00C707C8">
              <w:rPr>
                <w:spacing w:val="28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27"/>
                <w:sz w:val="23"/>
              </w:rPr>
              <w:t xml:space="preserve"> </w:t>
            </w:r>
            <w:r w:rsidRPr="00C707C8">
              <w:rPr>
                <w:sz w:val="23"/>
              </w:rPr>
              <w:t>stanie</w:t>
            </w:r>
            <w:r w:rsidRPr="00C707C8">
              <w:rPr>
                <w:spacing w:val="31"/>
                <w:sz w:val="23"/>
              </w:rPr>
              <w:t xml:space="preserve"> </w:t>
            </w:r>
            <w:r w:rsidRPr="00C707C8">
              <w:rPr>
                <w:sz w:val="23"/>
              </w:rPr>
              <w:t>wskazać</w:t>
            </w:r>
            <w:r w:rsidR="002D3283"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konsekwencje</w:t>
            </w:r>
            <w:r w:rsidRPr="00C707C8">
              <w:rPr>
                <w:spacing w:val="-4"/>
                <w:sz w:val="23"/>
              </w:rPr>
              <w:t xml:space="preserve"> </w:t>
            </w:r>
            <w:r w:rsidRPr="00C707C8">
              <w:rPr>
                <w:sz w:val="23"/>
              </w:rPr>
              <w:t>projektowanego</w:t>
            </w:r>
            <w:r w:rsidRPr="00C707C8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aktu</w:t>
            </w:r>
          </w:p>
        </w:tc>
        <w:tc>
          <w:tcPr>
            <w:tcW w:w="1873" w:type="dxa"/>
            <w:tcMar/>
          </w:tcPr>
          <w:p w:rsidR="00D26682" w:rsidP="009C54AE" w:rsidRDefault="00D26682" w14:paraId="420EA7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Pr="009C54AE" w:rsidR="00D26682" w:rsidTr="08B1D84A" w14:paraId="750A8FF7" w14:textId="77777777">
        <w:tc>
          <w:tcPr>
            <w:tcW w:w="1701" w:type="dxa"/>
            <w:tcMar/>
          </w:tcPr>
          <w:p w:rsidRPr="009C54AE" w:rsidR="00D26682" w:rsidP="006F78E6" w:rsidRDefault="00D26682" w14:paraId="07C7D0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C707C8" w:rsidR="00D26682" w:rsidP="002D3283" w:rsidRDefault="00D26682" w14:paraId="17A65769" w14:textId="77777777">
            <w:pPr>
              <w:pStyle w:val="TableParagraph"/>
              <w:spacing w:line="276" w:lineRule="auto"/>
              <w:ind w:right="97"/>
              <w:jc w:val="both"/>
              <w:rPr>
                <w:sz w:val="23"/>
              </w:rPr>
            </w:pPr>
            <w:r w:rsidRPr="00C707C8">
              <w:rPr>
                <w:sz w:val="23"/>
              </w:rPr>
              <w:t>Posiada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umiejętność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prowadzenia</w:t>
            </w:r>
            <w:r w:rsidRPr="00C707C8">
              <w:rPr>
                <w:spacing w:val="-7"/>
                <w:sz w:val="23"/>
              </w:rPr>
              <w:t xml:space="preserve"> </w:t>
            </w:r>
            <w:r w:rsidRPr="00C707C8">
              <w:rPr>
                <w:sz w:val="23"/>
              </w:rPr>
              <w:t>debaty,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przygotowania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prac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pisemnych,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prezentacji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multimedialnych,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ustnych wystąpień w języku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polskim w zakresie dziedzin i</w:t>
            </w:r>
            <w:r>
              <w:rPr>
                <w:spacing w:val="-44"/>
                <w:sz w:val="23"/>
              </w:rPr>
              <w:t xml:space="preserve">  </w:t>
            </w:r>
            <w:r w:rsidRPr="00C707C8">
              <w:rPr>
                <w:sz w:val="23"/>
              </w:rPr>
              <w:t>dyscyplin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naukowych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wykładanych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ramach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kierunku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Administracja dotyczących zagadnień szczegółowych,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>
              <w:rPr>
                <w:sz w:val="23"/>
              </w:rPr>
              <w:t> </w:t>
            </w:r>
            <w:r w:rsidRPr="00C707C8">
              <w:rPr>
                <w:sz w:val="23"/>
              </w:rPr>
              <w:t>wykorzystaniem poglądów doktryny, źródeł prawa 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orzecznictwa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sądowego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administracyjnego,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a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także</w:t>
            </w:r>
            <w:r w:rsidR="002D3283"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danych</w:t>
            </w:r>
            <w:r w:rsidRPr="00C707C8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statystycznych</w:t>
            </w:r>
          </w:p>
        </w:tc>
        <w:tc>
          <w:tcPr>
            <w:tcW w:w="1873" w:type="dxa"/>
            <w:tcMar/>
          </w:tcPr>
          <w:p w:rsidR="00D26682" w:rsidP="009C54AE" w:rsidRDefault="00D26682" w14:paraId="637405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2D3283" w:rsidTr="08B1D84A" w14:paraId="0291B846" w14:textId="77777777">
        <w:tc>
          <w:tcPr>
            <w:tcW w:w="1701" w:type="dxa"/>
            <w:tcMar/>
          </w:tcPr>
          <w:p w:rsidRPr="009C54AE" w:rsidR="002D3283" w:rsidP="006F78E6" w:rsidRDefault="002D3283" w14:paraId="3141F9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  <w:tcMar/>
          </w:tcPr>
          <w:p w:rsidRPr="00C707C8" w:rsidR="002D3283" w:rsidP="006F78E6" w:rsidRDefault="002D3283" w14:paraId="4B1DFB66" w14:textId="77777777">
            <w:pPr>
              <w:pStyle w:val="TableParagraph"/>
              <w:tabs>
                <w:tab w:val="left" w:pos="817"/>
                <w:tab w:val="left" w:pos="1786"/>
                <w:tab w:val="left" w:pos="2366"/>
                <w:tab w:val="left" w:pos="4153"/>
              </w:tabs>
              <w:spacing w:line="280" w:lineRule="exact"/>
              <w:jc w:val="both"/>
              <w:rPr>
                <w:sz w:val="23"/>
              </w:rPr>
            </w:pPr>
            <w:r w:rsidRPr="00C707C8">
              <w:rPr>
                <w:sz w:val="23"/>
              </w:rPr>
              <w:t>Jest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zdolny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do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samodzielnego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rozwiazywania</w:t>
            </w:r>
            <w:r>
              <w:rPr>
                <w:sz w:val="23"/>
              </w:rPr>
              <w:t xml:space="preserve"> </w:t>
            </w:r>
            <w:r w:rsidRPr="00C707C8">
              <w:rPr>
                <w:spacing w:val="-1"/>
                <w:sz w:val="23"/>
              </w:rPr>
              <w:t>podstawowych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problemów</w:t>
            </w:r>
            <w:r w:rsidRPr="00C707C8">
              <w:rPr>
                <w:spacing w:val="-11"/>
                <w:sz w:val="23"/>
              </w:rPr>
              <w:t xml:space="preserve"> </w:t>
            </w:r>
            <w:r w:rsidRPr="00C707C8">
              <w:rPr>
                <w:sz w:val="23"/>
              </w:rPr>
              <w:t>administracyjnych,</w:t>
            </w:r>
            <w:r w:rsidRPr="00C707C8">
              <w:rPr>
                <w:spacing w:val="-11"/>
                <w:sz w:val="23"/>
              </w:rPr>
              <w:t xml:space="preserve"> </w:t>
            </w:r>
            <w:r w:rsidRPr="00C707C8">
              <w:rPr>
                <w:sz w:val="23"/>
              </w:rPr>
              <w:t>prawnych</w:t>
            </w:r>
            <w:r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>
              <w:rPr>
                <w:sz w:val="23"/>
              </w:rPr>
              <w:t> </w:t>
            </w:r>
            <w:r w:rsidRPr="00C707C8">
              <w:rPr>
                <w:sz w:val="23"/>
              </w:rPr>
              <w:t>etycznych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związanych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funkcjonowaniem struktur publicznych i niepublicznych</w:t>
            </w:r>
          </w:p>
        </w:tc>
        <w:tc>
          <w:tcPr>
            <w:tcW w:w="1873" w:type="dxa"/>
            <w:tcMar/>
          </w:tcPr>
          <w:p w:rsidR="002D3283" w:rsidP="009C54AE" w:rsidRDefault="002D3283" w14:paraId="58424D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2D3283" w:rsidTr="08B1D84A" w14:paraId="37076D63" w14:textId="77777777">
        <w:tc>
          <w:tcPr>
            <w:tcW w:w="1701" w:type="dxa"/>
            <w:tcMar/>
          </w:tcPr>
          <w:p w:rsidR="002D3283" w:rsidP="009C54AE" w:rsidRDefault="002D3283" w14:paraId="2B5707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Mar/>
          </w:tcPr>
          <w:p w:rsidRPr="00C707C8" w:rsidR="002D3283" w:rsidP="006F78E6" w:rsidRDefault="002D3283" w14:paraId="44D25FE5" w14:textId="77777777">
            <w:pPr>
              <w:pStyle w:val="TableParagraph"/>
              <w:spacing w:line="276" w:lineRule="auto"/>
              <w:ind w:right="98"/>
              <w:jc w:val="both"/>
              <w:rPr>
                <w:sz w:val="23"/>
              </w:rPr>
            </w:pPr>
            <w:r w:rsidRPr="00C707C8">
              <w:rPr>
                <w:sz w:val="23"/>
              </w:rPr>
              <w:t>Uczestniczy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przygotowaniu</w:t>
            </w:r>
            <w:r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projektów,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>
              <w:rPr>
                <w:spacing w:val="1"/>
                <w:sz w:val="23"/>
              </w:rPr>
              <w:t> </w:t>
            </w:r>
            <w:r w:rsidRPr="00C707C8">
              <w:rPr>
                <w:sz w:val="23"/>
              </w:rPr>
              <w:t>uwzględnieniem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wiedzy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umiejętności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zdobytych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>
              <w:rPr>
                <w:spacing w:val="46"/>
                <w:sz w:val="23"/>
              </w:rPr>
              <w:t> </w:t>
            </w:r>
            <w:r w:rsidRPr="00C707C8">
              <w:rPr>
                <w:sz w:val="23"/>
              </w:rPr>
              <w:t>trakcie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studiów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jest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gotowy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działać</w:t>
            </w:r>
            <w:r w:rsidRPr="00C707C8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na rzecz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społeczeństwa,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tym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instytucjach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publicznych</w:t>
            </w:r>
            <w:r>
              <w:rPr>
                <w:sz w:val="23"/>
              </w:rPr>
              <w:t xml:space="preserve"> i niepublicznych</w:t>
            </w:r>
          </w:p>
        </w:tc>
        <w:tc>
          <w:tcPr>
            <w:tcW w:w="1873" w:type="dxa"/>
            <w:tcMar/>
          </w:tcPr>
          <w:p w:rsidR="002D3283" w:rsidP="009C54AE" w:rsidRDefault="002D3283" w14:paraId="55B5B5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32FC4A0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3AFD67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5BC26AD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C8A9AD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9C54AE" w:rsidR="002D3283" w:rsidTr="08B1D84A" w14:paraId="26CAD238" w14:textId="77777777">
        <w:tc>
          <w:tcPr>
            <w:tcW w:w="9781" w:type="dxa"/>
            <w:tcMar/>
          </w:tcPr>
          <w:p w:rsidRPr="00DD1213" w:rsidR="002D3283" w:rsidP="006F78E6" w:rsidRDefault="002D3283" w14:paraId="7C6416C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DD1213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2D3283" w:rsidTr="08B1D84A" w14:paraId="791A46D0" w14:textId="77777777">
        <w:tc>
          <w:tcPr>
            <w:tcW w:w="9781" w:type="dxa"/>
            <w:tcMar/>
          </w:tcPr>
          <w:p w:rsidRPr="000B6E25" w:rsidR="002D3283" w:rsidP="006F78E6" w:rsidRDefault="002D3283" w14:paraId="4DEF86FC" w14:textId="77777777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Prawo cywilne jako przedmiot działalności administracji publicznej</w:t>
            </w:r>
          </w:p>
        </w:tc>
      </w:tr>
      <w:tr w:rsidRPr="009C54AE" w:rsidR="002D3283" w:rsidTr="08B1D84A" w14:paraId="3C379959" w14:textId="77777777">
        <w:tc>
          <w:tcPr>
            <w:tcW w:w="9781" w:type="dxa"/>
            <w:tcMar/>
          </w:tcPr>
          <w:p w:rsidRPr="000B6E25" w:rsidR="002D3283" w:rsidP="006F78E6" w:rsidRDefault="002D3283" w14:paraId="001B8E88" w14:textId="77777777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Przepisy ogólne prawa cywilnego jako wprowadzenie do wykładu – stosunek cywilnoprawny (podmiot, przedmiot, treść), oświadczenie woli, wady oświadczenia woli</w:t>
            </w:r>
          </w:p>
        </w:tc>
      </w:tr>
      <w:tr w:rsidRPr="009C54AE" w:rsidR="002D3283" w:rsidTr="08B1D84A" w14:paraId="52F3D64A" w14:textId="77777777">
        <w:tc>
          <w:tcPr>
            <w:tcW w:w="9781" w:type="dxa"/>
            <w:tcMar/>
          </w:tcPr>
          <w:p w:rsidR="002D3283" w:rsidP="006F78E6" w:rsidRDefault="002D3283" w14:paraId="3C02D00A" w14:textId="77777777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Przepisy ogólne prawa cywilnego jako prowadzenie do wykładu – forma czynności prawnych, sposoby zawarcia czynności prawnych </w:t>
            </w:r>
          </w:p>
        </w:tc>
      </w:tr>
      <w:tr w:rsidRPr="009C54AE" w:rsidR="002D3283" w:rsidTr="08B1D84A" w14:paraId="52924DDE" w14:textId="77777777">
        <w:tc>
          <w:tcPr>
            <w:tcW w:w="9781" w:type="dxa"/>
            <w:tcMar/>
          </w:tcPr>
          <w:p w:rsidRPr="000B6E25" w:rsidR="002D3283" w:rsidP="006F78E6" w:rsidRDefault="002D3283" w14:paraId="6F70B9BC" w14:textId="77777777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 xml:space="preserve">Zobowiązania – wiadomości ogólne </w:t>
            </w:r>
          </w:p>
        </w:tc>
      </w:tr>
      <w:tr w:rsidRPr="009C54AE" w:rsidR="002D3283" w:rsidTr="08B1D84A" w14:paraId="1F311AE5" w14:textId="77777777">
        <w:tc>
          <w:tcPr>
            <w:tcW w:w="9781" w:type="dxa"/>
            <w:tcMar/>
          </w:tcPr>
          <w:p w:rsidRPr="000B6E25" w:rsidR="002D3283" w:rsidP="006F78E6" w:rsidRDefault="002D3283" w14:paraId="51C21F21" w14:textId="777777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Zobowiązania umowne w administracji</w:t>
            </w:r>
            <w:r w:rsidRPr="000B6E25">
              <w:rPr>
                <w:rFonts w:ascii="Corbel" w:hAnsi="Corbel"/>
                <w:sz w:val="24"/>
                <w:szCs w:val="24"/>
              </w:rPr>
              <w:cr/>
              <w:t xml:space="preserve">. Umowa </w:t>
            </w:r>
            <w:r w:rsidRPr="000B6E25">
              <w:rPr>
                <w:rFonts w:ascii="Corbel" w:hAnsi="Corbel"/>
                <w:sz w:val="24"/>
                <w:szCs w:val="24"/>
              </w:rPr>
              <w:cr/>
              <w:t>cywilnoprawna jak</w:t>
            </w:r>
            <w:r>
              <w:rPr>
                <w:rFonts w:ascii="Corbel" w:hAnsi="Corbel"/>
                <w:sz w:val="24"/>
                <w:szCs w:val="24"/>
              </w:rPr>
              <w:t>o forma działania administracji</w:t>
            </w:r>
          </w:p>
        </w:tc>
      </w:tr>
      <w:tr w:rsidRPr="009C54AE" w:rsidR="002D3283" w:rsidTr="08B1D84A" w14:paraId="19C04DBA" w14:textId="77777777">
        <w:tc>
          <w:tcPr>
            <w:tcW w:w="9781" w:type="dxa"/>
            <w:tcMar/>
          </w:tcPr>
          <w:p w:rsidRPr="000B6E25" w:rsidR="002D3283" w:rsidP="006F78E6" w:rsidRDefault="002D3283" w14:paraId="39E177DE" w14:textId="385425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08B1D84A" w:rsidR="002D3283">
              <w:rPr>
                <w:rFonts w:ascii="Corbel" w:hAnsi="Corbel"/>
                <w:sz w:val="24"/>
                <w:szCs w:val="24"/>
              </w:rPr>
              <w:t>Zasady reprezentacji administrac</w:t>
            </w:r>
            <w:r w:rsidRPr="08B1D84A" w:rsidR="002D3283">
              <w:rPr>
                <w:rFonts w:ascii="Corbel" w:hAnsi="Corbel"/>
                <w:sz w:val="24"/>
                <w:szCs w:val="24"/>
              </w:rPr>
              <w:t>ji publicznej w dziedzinie</w:t>
            </w:r>
            <w:r w:rsidRPr="08B1D84A" w:rsidR="57A7F4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8B1D84A" w:rsidR="002D3283">
              <w:rPr>
                <w:rFonts w:ascii="Corbel" w:hAnsi="Corbel"/>
                <w:sz w:val="24"/>
                <w:szCs w:val="24"/>
              </w:rPr>
              <w:t>z</w:t>
            </w:r>
            <w:r w:rsidRPr="08B1D84A" w:rsidR="002D3283">
              <w:rPr>
                <w:rFonts w:ascii="Corbel" w:hAnsi="Corbel"/>
                <w:sz w:val="24"/>
                <w:szCs w:val="24"/>
              </w:rPr>
              <w:t>awi</w:t>
            </w:r>
            <w:r w:rsidRPr="08B1D84A" w:rsidR="002D3283">
              <w:rPr>
                <w:rFonts w:ascii="Corbel" w:hAnsi="Corbel"/>
                <w:sz w:val="24"/>
                <w:szCs w:val="24"/>
              </w:rPr>
              <w:t>erania umów</w:t>
            </w:r>
          </w:p>
        </w:tc>
      </w:tr>
      <w:tr w:rsidRPr="009C54AE" w:rsidR="002D3283" w:rsidTr="08B1D84A" w14:paraId="24002830" w14:textId="77777777">
        <w:tc>
          <w:tcPr>
            <w:tcW w:w="9781" w:type="dxa"/>
            <w:tcMar/>
          </w:tcPr>
          <w:p w:rsidRPr="000B6E25" w:rsidR="002D3283" w:rsidP="006F78E6" w:rsidRDefault="002D3283" w14:paraId="01729664" w14:textId="777777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Wykonanie umowy oraz sposoby zabezpieczenia wykonania umowy</w:t>
            </w:r>
          </w:p>
        </w:tc>
      </w:tr>
      <w:tr w:rsidRPr="009C54AE" w:rsidR="002D3283" w:rsidTr="08B1D84A" w14:paraId="1FDA9F52" w14:textId="77777777">
        <w:tc>
          <w:tcPr>
            <w:tcW w:w="9781" w:type="dxa"/>
            <w:tcMar/>
          </w:tcPr>
          <w:p w:rsidRPr="000B6E25" w:rsidR="002D3283" w:rsidP="006F78E6" w:rsidRDefault="002D3283" w14:paraId="35127336" w14:textId="777777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Umowy nazwane zawierane przez administrację publiczną</w:t>
            </w:r>
          </w:p>
        </w:tc>
      </w:tr>
      <w:tr w:rsidRPr="009C54AE" w:rsidR="00BD62AB" w:rsidTr="08B1D84A" w14:paraId="35C0FB6C" w14:textId="77777777">
        <w:tc>
          <w:tcPr>
            <w:tcW w:w="9781" w:type="dxa"/>
            <w:tcMar/>
          </w:tcPr>
          <w:p w:rsidRPr="000B6E25" w:rsidR="00BD62AB" w:rsidP="006F78E6" w:rsidRDefault="00BD62AB" w14:paraId="211ECD91" w14:textId="77777777">
            <w:pPr>
              <w:widowControl w:val="0"/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Umowy o przeniesieni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B6E25">
              <w:rPr>
                <w:rFonts w:ascii="Corbel" w:hAnsi="Corbel"/>
                <w:sz w:val="24"/>
                <w:szCs w:val="24"/>
              </w:rPr>
              <w:t xml:space="preserve"> i ustanowienie praw </w:t>
            </w:r>
          </w:p>
        </w:tc>
      </w:tr>
      <w:tr w:rsidRPr="009C54AE" w:rsidR="00BD62AB" w:rsidTr="08B1D84A" w14:paraId="3371B8F5" w14:textId="77777777">
        <w:tc>
          <w:tcPr>
            <w:tcW w:w="9781" w:type="dxa"/>
            <w:tcMar/>
          </w:tcPr>
          <w:p w:rsidRPr="000B6E25" w:rsidR="00BD62AB" w:rsidP="006F78E6" w:rsidRDefault="00BD62AB" w14:paraId="477A21DB" w14:textId="77777777">
            <w:pPr>
              <w:widowControl w:val="0"/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 xml:space="preserve">Umowy o korzystanie z rzeczy </w:t>
            </w:r>
          </w:p>
        </w:tc>
      </w:tr>
      <w:tr w:rsidRPr="009C54AE" w:rsidR="00BD62AB" w:rsidTr="08B1D84A" w14:paraId="78487CCB" w14:textId="77777777">
        <w:tc>
          <w:tcPr>
            <w:tcW w:w="9781" w:type="dxa"/>
            <w:tcMar/>
          </w:tcPr>
          <w:p w:rsidRPr="000B6E25" w:rsidR="00BD62AB" w:rsidP="006F78E6" w:rsidRDefault="00BD62AB" w14:paraId="2CD16626" w14:textId="77777777">
            <w:pPr>
              <w:widowControl w:val="0"/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 xml:space="preserve">Umowy o świadczenie usług </w:t>
            </w:r>
          </w:p>
        </w:tc>
      </w:tr>
    </w:tbl>
    <w:p w:rsidRPr="009C54AE" w:rsidR="0085747A" w:rsidP="009C54AE" w:rsidRDefault="0085747A" w14:paraId="0FE8726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379C09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0DE65A1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BD62AB" w:rsidTr="08B1D84A" w14:paraId="7E0F0FFA" w14:textId="77777777">
        <w:tc>
          <w:tcPr>
            <w:tcW w:w="9639" w:type="dxa"/>
            <w:tcMar/>
          </w:tcPr>
          <w:p w:rsidRPr="00BD62AB" w:rsidR="00BD62AB" w:rsidP="006F78E6" w:rsidRDefault="00BD62AB" w14:paraId="7EEDA63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BD62AB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BD62AB" w:rsidTr="08B1D84A" w14:paraId="44A7A645" w14:textId="77777777">
        <w:tc>
          <w:tcPr>
            <w:tcW w:w="9639" w:type="dxa"/>
            <w:tcMar/>
          </w:tcPr>
          <w:p w:rsidRPr="009C54AE" w:rsidR="00BD62AB" w:rsidP="006F78E6" w:rsidRDefault="00BD62AB" w14:paraId="22E4F56A" w14:textId="64F9C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8B1D84A" w:rsidR="6A649E69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P="009C54AE" w:rsidRDefault="0085747A" w14:paraId="3A6F871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9A85ED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6B4C065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A7D86" w:rsidR="002D3283" w:rsidP="002D3283" w:rsidRDefault="002D3283" w14:paraId="5E9D4C4B" w14:textId="77777777">
      <w:pPr>
        <w:jc w:val="both"/>
        <w:rPr>
          <w:rFonts w:ascii="Corbel" w:hAnsi="Corbel"/>
          <w:b/>
        </w:rPr>
      </w:pPr>
      <w:r w:rsidRPr="00AA7D86">
        <w:rPr>
          <w:rFonts w:ascii="Corbel" w:hAnsi="Corbel"/>
          <w:b/>
        </w:rPr>
        <w:t xml:space="preserve">Wykład: </w:t>
      </w:r>
      <w:r w:rsidRPr="00AA7D86">
        <w:rPr>
          <w:rFonts w:ascii="Corbel" w:hAnsi="Corbel"/>
        </w:rPr>
        <w:t>wykład problemowy, wykład konwersatoryjny, wykład z prezentacją multimedialną, metody kształcenia na odległość</w:t>
      </w:r>
      <w:r>
        <w:rPr>
          <w:rFonts w:ascii="Corbel" w:hAnsi="Corbel"/>
          <w:b/>
        </w:rPr>
        <w:t>.</w:t>
      </w:r>
    </w:p>
    <w:p w:rsidR="00E960BB" w:rsidP="009C54AE" w:rsidRDefault="00E960BB" w14:paraId="5384B4B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51661D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6B380B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F5ECF7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34ADF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01884700" w14:textId="77777777">
        <w:tc>
          <w:tcPr>
            <w:tcW w:w="1985" w:type="dxa"/>
            <w:vAlign w:val="center"/>
          </w:tcPr>
          <w:p w:rsidRPr="009C54AE" w:rsidR="0085747A" w:rsidP="009C54AE" w:rsidRDefault="0071620A" w14:paraId="2A77A8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B80E8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B6F84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703BB4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D9468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85747A" w:rsidTr="00C05F44" w14:paraId="2F17253B" w14:textId="77777777">
        <w:tc>
          <w:tcPr>
            <w:tcW w:w="1985" w:type="dxa"/>
          </w:tcPr>
          <w:p w:rsidRPr="009C54AE" w:rsidR="0085747A" w:rsidP="009C54AE" w:rsidRDefault="0085747A" w14:paraId="641874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9C54AE" w:rsidR="0085747A" w:rsidP="009C54AE" w:rsidRDefault="00E96404" w14:paraId="193A91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85747A" w:rsidP="00BD62AB" w:rsidRDefault="00BD62AB" w14:paraId="76E0F4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85747A" w:rsidTr="00C05F44" w14:paraId="2BF35954" w14:textId="77777777">
        <w:tc>
          <w:tcPr>
            <w:tcW w:w="1985" w:type="dxa"/>
          </w:tcPr>
          <w:p w:rsidRPr="009C54AE" w:rsidR="0085747A" w:rsidP="009C54AE" w:rsidRDefault="0085747A" w14:paraId="25FC0B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E23A53" w14:paraId="5151D0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pisemny, </w:t>
            </w:r>
            <w:r w:rsidRPr="009C54AE" w:rsidR="00E964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85747A" w:rsidP="00BD62AB" w:rsidRDefault="00BD62AB" w14:paraId="4AB565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E96404" w:rsidTr="00C05F44" w14:paraId="7C953E85" w14:textId="77777777">
        <w:tc>
          <w:tcPr>
            <w:tcW w:w="1985" w:type="dxa"/>
          </w:tcPr>
          <w:p w:rsidRPr="009C54AE" w:rsidR="00E96404" w:rsidP="006F78E6" w:rsidRDefault="00E96404" w14:paraId="31B6B3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9C54AE" w:rsidR="00E96404" w:rsidP="006F78E6" w:rsidRDefault="00E96404" w14:paraId="4917A4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E96404" w:rsidP="006F78E6" w:rsidRDefault="00BD62AB" w14:paraId="2B0512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2D3283" w:rsidTr="00C05F44" w14:paraId="512872E9" w14:textId="77777777">
        <w:tc>
          <w:tcPr>
            <w:tcW w:w="1985" w:type="dxa"/>
          </w:tcPr>
          <w:p w:rsidRPr="009C54AE" w:rsidR="002D3283" w:rsidP="006F78E6" w:rsidRDefault="002D3283" w14:paraId="048C7F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9C54AE" w:rsidR="002D3283" w:rsidP="00BD62AB" w:rsidRDefault="00E23A53" w14:paraId="1D13D0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pisemny, </w:t>
            </w:r>
            <w:r w:rsidRPr="009C54AE" w:rsidR="00E964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2D3283" w:rsidP="00BD62AB" w:rsidRDefault="00BD62AB" w14:paraId="1C2EF9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E96404" w:rsidTr="00C05F44" w14:paraId="2D4E33C9" w14:textId="77777777">
        <w:tc>
          <w:tcPr>
            <w:tcW w:w="1985" w:type="dxa"/>
          </w:tcPr>
          <w:p w:rsidRPr="009C54AE" w:rsidR="00E96404" w:rsidP="006F78E6" w:rsidRDefault="00E96404" w14:paraId="17CD22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9C54AE" w:rsidR="00E96404" w:rsidP="006F78E6" w:rsidRDefault="00E96404" w14:paraId="33B411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E96404" w:rsidP="00BD62AB" w:rsidRDefault="00BD62AB" w14:paraId="1E07D3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E23A53" w:rsidTr="00C05F44" w14:paraId="1A60DACF" w14:textId="77777777">
        <w:tc>
          <w:tcPr>
            <w:tcW w:w="1985" w:type="dxa"/>
          </w:tcPr>
          <w:p w:rsidRPr="009C54AE" w:rsidR="00E23A53" w:rsidP="006F78E6" w:rsidRDefault="00E23A53" w14:paraId="2C2562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Pr="009C54AE" w:rsidR="00E23A53" w:rsidP="006F78E6" w:rsidRDefault="00E23A53" w14:paraId="31377F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E23A53" w:rsidP="006F78E6" w:rsidRDefault="00BD62AB" w14:paraId="3929F9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E23A53" w:rsidTr="00C05F44" w14:paraId="6448BDD3" w14:textId="77777777">
        <w:tc>
          <w:tcPr>
            <w:tcW w:w="1985" w:type="dxa"/>
          </w:tcPr>
          <w:p w:rsidRPr="009C54AE" w:rsidR="00E23A53" w:rsidP="009C54AE" w:rsidRDefault="00E23A53" w14:paraId="10B6E6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Pr="009C54AE" w:rsidR="00E23A53" w:rsidP="006F78E6" w:rsidRDefault="00E23A53" w14:paraId="53B7A7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E23A53" w:rsidP="006F78E6" w:rsidRDefault="00BD62AB" w14:paraId="47A6C7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Pr="009C54AE" w:rsidR="00923D7D" w:rsidP="009C54AE" w:rsidRDefault="00923D7D" w14:paraId="55A73BA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BA7E35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2C83AA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1F2B3C46" w14:textId="77777777">
        <w:tc>
          <w:tcPr>
            <w:tcW w:w="9670" w:type="dxa"/>
          </w:tcPr>
          <w:p w:rsidRPr="003C6A3B" w:rsidR="00E23A53" w:rsidP="00E23A53" w:rsidRDefault="00E23A53" w14:paraId="167EA9D4" w14:textId="77777777">
            <w:pPr>
              <w:spacing w:after="0" w:line="240" w:lineRule="auto"/>
              <w:jc w:val="both"/>
              <w:rPr>
                <w:rFonts w:ascii="Corbel" w:hAnsi="Corbel" w:eastAsia="Cambria"/>
                <w:color w:val="000000"/>
                <w:sz w:val="24"/>
                <w:szCs w:val="24"/>
              </w:rPr>
            </w:pPr>
            <w:r w:rsidRPr="003C6A3B">
              <w:rPr>
                <w:rFonts w:ascii="Corbel" w:hAnsi="Corbel" w:eastAsia="Cambria"/>
                <w:b/>
                <w:color w:val="000000"/>
                <w:sz w:val="24"/>
                <w:szCs w:val="24"/>
              </w:rPr>
              <w:t>Wykład</w:t>
            </w:r>
            <w:r w:rsidRPr="003C6A3B">
              <w:rPr>
                <w:rFonts w:ascii="Corbel" w:hAnsi="Corbel" w:eastAsia="Cambria"/>
                <w:color w:val="000000"/>
                <w:sz w:val="24"/>
                <w:szCs w:val="24"/>
              </w:rPr>
              <w:t xml:space="preserve"> – Zaliczenie odbywa się w formie pisemnej (praca pisemna w formie odpowiedzi (opisu) na 3 przedstawione pytania) lub testowej (20 pytań jednokrotnego wyboru). Prowadzący może zaliczyć przedmiot na podstawie referatów (projektów) z tematów zaproponowanych przez prowadzącego i realizowanych w trakcie kursu nauczania.</w:t>
            </w:r>
          </w:p>
          <w:p w:rsidRPr="003C6A3B" w:rsidR="00E23A53" w:rsidP="00E23A53" w:rsidRDefault="00E23A53" w14:paraId="1445F459" w14:textId="77777777">
            <w:pPr>
              <w:spacing w:after="0" w:line="240" w:lineRule="auto"/>
              <w:jc w:val="both"/>
              <w:rPr>
                <w:rFonts w:ascii="Corbel" w:hAnsi="Corbel" w:eastAsia="Cambria"/>
                <w:color w:val="000000"/>
                <w:sz w:val="24"/>
                <w:szCs w:val="24"/>
              </w:rPr>
            </w:pPr>
            <w:r w:rsidRPr="003C6A3B">
              <w:rPr>
                <w:rFonts w:ascii="Corbel" w:hAnsi="Corbel" w:eastAsia="Cambria"/>
                <w:color w:val="000000"/>
                <w:sz w:val="24"/>
                <w:szCs w:val="24"/>
              </w:rPr>
              <w:t>Na egzaminie przedterminowym – metoda ustna. Student otrzymuje 3 pytania problemowe.</w:t>
            </w:r>
          </w:p>
          <w:p w:rsidRPr="003C6A3B" w:rsidR="00E23A53" w:rsidP="00E23A53" w:rsidRDefault="00E23A53" w14:paraId="5ABBB500" w14:textId="77777777">
            <w:pPr>
              <w:spacing w:after="0" w:line="240" w:lineRule="auto"/>
              <w:jc w:val="both"/>
              <w:rPr>
                <w:rFonts w:ascii="Corbel" w:hAnsi="Corbel" w:eastAsia="Cambria"/>
                <w:color w:val="000000"/>
              </w:rPr>
            </w:pPr>
          </w:p>
          <w:p w:rsidRPr="003C6A3B" w:rsidR="00E23A53" w:rsidP="00E23A53" w:rsidRDefault="00E23A53" w14:paraId="6E1BA374" w14:textId="77777777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C6A3B">
              <w:rPr>
                <w:rFonts w:ascii="Corbel" w:hAnsi="Corbel"/>
                <w:color w:val="000000"/>
                <w:sz w:val="24"/>
                <w:szCs w:val="24"/>
              </w:rPr>
              <w:t>Punkty uzyskane za pracę zaliczeniową są przeliczane na procenty, którym odpowiadają oceny:</w:t>
            </w:r>
          </w:p>
          <w:p w:rsidRPr="003C6A3B" w:rsidR="00E23A53" w:rsidP="00E23A53" w:rsidRDefault="00E23A53" w14:paraId="355A8CE8" w14:textId="77777777">
            <w:pPr>
              <w:spacing w:after="0" w:line="240" w:lineRule="auto"/>
              <w:jc w:val="both"/>
              <w:rPr>
                <w:rFonts w:ascii="Corbel" w:hAnsi="Corbel" w:eastAsia="Cambria"/>
                <w:color w:val="000000"/>
                <w:sz w:val="24"/>
                <w:szCs w:val="24"/>
              </w:rPr>
            </w:pPr>
            <w:r w:rsidRPr="003C6A3B">
              <w:rPr>
                <w:rFonts w:ascii="Corbel" w:hAnsi="Corbel" w:eastAsia="Cambria"/>
                <w:color w:val="000000"/>
                <w:sz w:val="24"/>
                <w:szCs w:val="24"/>
              </w:rPr>
              <w:t>- do 50% - niedostateczny,</w:t>
            </w:r>
          </w:p>
          <w:p w:rsidRPr="003C6A3B" w:rsidR="00E23A53" w:rsidP="00E23A53" w:rsidRDefault="00E23A53" w14:paraId="6DDC6C2E" w14:textId="77777777">
            <w:pPr>
              <w:spacing w:after="0" w:line="240" w:lineRule="auto"/>
              <w:jc w:val="both"/>
              <w:rPr>
                <w:rFonts w:ascii="Corbel" w:hAnsi="Corbel" w:eastAsia="Cambria"/>
                <w:color w:val="000000"/>
                <w:sz w:val="24"/>
                <w:szCs w:val="24"/>
              </w:rPr>
            </w:pPr>
            <w:r w:rsidRPr="003C6A3B">
              <w:rPr>
                <w:rFonts w:ascii="Corbel" w:hAnsi="Corbel" w:eastAsia="Cambria"/>
                <w:color w:val="000000"/>
                <w:sz w:val="24"/>
                <w:szCs w:val="24"/>
              </w:rPr>
              <w:t>-  51% - 60% - dostateczny,</w:t>
            </w:r>
          </w:p>
          <w:p w:rsidRPr="003C6A3B" w:rsidR="00E23A53" w:rsidP="00E23A53" w:rsidRDefault="00E23A53" w14:paraId="3C2F20FD" w14:textId="77777777">
            <w:pPr>
              <w:spacing w:after="0" w:line="240" w:lineRule="auto"/>
              <w:jc w:val="both"/>
              <w:rPr>
                <w:rFonts w:ascii="Corbel" w:hAnsi="Corbel" w:eastAsia="Cambria"/>
                <w:color w:val="000000"/>
                <w:sz w:val="24"/>
                <w:szCs w:val="24"/>
              </w:rPr>
            </w:pPr>
            <w:r w:rsidRPr="003C6A3B">
              <w:rPr>
                <w:rFonts w:ascii="Corbel" w:hAnsi="Corbel" w:eastAsia="Cambria"/>
                <w:color w:val="000000"/>
                <w:sz w:val="24"/>
                <w:szCs w:val="24"/>
              </w:rPr>
              <w:t>-  61% - 70% - dostateczny plus,</w:t>
            </w:r>
          </w:p>
          <w:p w:rsidRPr="00094561" w:rsidR="00E23A53" w:rsidP="00E23A53" w:rsidRDefault="00E23A53" w14:paraId="7711628C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- 71% - 80% - dobry,</w:t>
            </w:r>
          </w:p>
          <w:p w:rsidRPr="00094561" w:rsidR="00E23A53" w:rsidP="00E23A53" w:rsidRDefault="00E23A53" w14:paraId="70FE907D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- 81% -  90% - dobry plus,</w:t>
            </w:r>
          </w:p>
          <w:p w:rsidR="00E23A53" w:rsidP="00E23A53" w:rsidRDefault="00E23A53" w14:paraId="70FA0085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- 91% -  100% - bardzo dobry</w:t>
            </w:r>
          </w:p>
          <w:p w:rsidRPr="00E23A53" w:rsidR="0085747A" w:rsidP="00E23A53" w:rsidRDefault="0085747A" w14:paraId="41F2EAEC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58B4096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DDA2C5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5E47AC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321D1D2A" w14:textId="77777777">
        <w:tc>
          <w:tcPr>
            <w:tcW w:w="4962" w:type="dxa"/>
            <w:vAlign w:val="center"/>
          </w:tcPr>
          <w:p w:rsidRPr="009C54AE" w:rsidR="0085747A" w:rsidP="009C54AE" w:rsidRDefault="00C61DC5" w14:paraId="2946BDF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9F39EB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484F559" w14:textId="77777777">
        <w:tc>
          <w:tcPr>
            <w:tcW w:w="4962" w:type="dxa"/>
          </w:tcPr>
          <w:p w:rsidRPr="009C54AE" w:rsidR="0085747A" w:rsidP="009C54AE" w:rsidRDefault="00C61DC5" w14:paraId="21F494B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E23A53" w:rsidP="00E23A53" w:rsidRDefault="00E23A53" w14:paraId="3EF952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– 15 godz.</w:t>
            </w:r>
          </w:p>
          <w:p w:rsidRPr="009C54AE" w:rsidR="0085747A" w:rsidP="00E23A53" w:rsidRDefault="0085747A" w14:paraId="7DE27A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E23A53" w:rsidTr="00923D7D" w14:paraId="106B3442" w14:textId="77777777">
        <w:tc>
          <w:tcPr>
            <w:tcW w:w="4962" w:type="dxa"/>
          </w:tcPr>
          <w:p w:rsidRPr="009C54AE" w:rsidR="00E23A53" w:rsidP="009C54AE" w:rsidRDefault="00E23A53" w14:paraId="2BC54E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E23A53" w:rsidP="009C54AE" w:rsidRDefault="00E23A53" w14:paraId="4B51C4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23A53" w:rsidP="006F78E6" w:rsidRDefault="00E23A53" w14:paraId="1AF82E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3 godz., </w:t>
            </w:r>
          </w:p>
          <w:p w:rsidRPr="009C54AE" w:rsidR="00E23A53" w:rsidP="006F78E6" w:rsidRDefault="00E23A53" w14:paraId="3E0CE99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– 2 godz.</w:t>
            </w:r>
          </w:p>
        </w:tc>
      </w:tr>
      <w:tr w:rsidRPr="009C54AE" w:rsidR="00E23A53" w:rsidTr="00923D7D" w14:paraId="63993ABA" w14:textId="77777777">
        <w:tc>
          <w:tcPr>
            <w:tcW w:w="4962" w:type="dxa"/>
          </w:tcPr>
          <w:p w:rsidRPr="009C54AE" w:rsidR="00E23A53" w:rsidP="009C54AE" w:rsidRDefault="00E23A53" w14:paraId="7BC083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Pr="009C54AE" w:rsidR="00E23A53" w:rsidP="009C54AE" w:rsidRDefault="00E23A53" w14:paraId="239494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E23A53" w:rsidP="006F78E6" w:rsidRDefault="00E23A53" w14:paraId="160146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Przygotowanie do </w:t>
            </w:r>
            <w:r w:rsidR="00BD62AB">
              <w:rPr>
                <w:rFonts w:ascii="Corbel" w:hAnsi="Corbel"/>
                <w:sz w:val="24"/>
                <w:szCs w:val="24"/>
              </w:rPr>
              <w:t>zajęć</w:t>
            </w:r>
            <w:r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BD62AB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>0 godz.</w:t>
            </w:r>
          </w:p>
          <w:p w:rsidR="00E23A53" w:rsidP="006F78E6" w:rsidRDefault="00E23A53" w14:paraId="49F9FB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Przygotowanie do egzaminu – </w:t>
            </w:r>
            <w:r w:rsidR="00BD62AB"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9C54AE" w:rsidR="00E23A53" w:rsidP="006F78E6" w:rsidRDefault="00E23A53" w14:paraId="1644AC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7AF49D54" w14:textId="77777777">
        <w:tc>
          <w:tcPr>
            <w:tcW w:w="4962" w:type="dxa"/>
          </w:tcPr>
          <w:p w:rsidRPr="009C54AE" w:rsidR="0085747A" w:rsidP="009C54AE" w:rsidRDefault="0085747A" w14:paraId="086EE82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E23A53" w14:paraId="21CE1B2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0D11BD4A" w14:textId="77777777">
        <w:tc>
          <w:tcPr>
            <w:tcW w:w="4962" w:type="dxa"/>
          </w:tcPr>
          <w:p w:rsidRPr="009C54AE" w:rsidR="0085747A" w:rsidP="009C54AE" w:rsidRDefault="0085747A" w14:paraId="15448A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E23A53" w14:paraId="0182AC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7C9770C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8CFB1F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2EC380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B2DA3A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370410CD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0EC32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E23A53" w14:paraId="5053B9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71620A" w14:paraId="248EC0DD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320569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E23A53" w14:paraId="14B5FB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P="009C54AE" w:rsidRDefault="003E1941" w14:paraId="1389AB3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2A4A" w:rsidP="009C54AE" w:rsidRDefault="00C22A4A" w14:paraId="237B0B8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22A4A" w:rsidP="009C54AE" w:rsidRDefault="00C22A4A" w14:paraId="427698C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AD0F15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CC7CD5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C22A4A" w:rsidTr="08B1D84A" w14:paraId="066241BC" w14:textId="77777777">
        <w:trPr>
          <w:trHeight w:val="397"/>
        </w:trPr>
        <w:tc>
          <w:tcPr>
            <w:tcW w:w="7513" w:type="dxa"/>
            <w:tcMar/>
          </w:tcPr>
          <w:p w:rsidRPr="009D143A" w:rsidR="00C22A4A" w:rsidP="08B1D84A" w:rsidRDefault="00C22A4A" w14:paraId="381DF6B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caps w:val="0"/>
                <w:smallCaps w:val="0"/>
              </w:rPr>
            </w:pPr>
            <w:r w:rsidRPr="08B1D84A" w:rsidR="0A3BF677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08B1D84A" w:rsidP="08B1D84A" w:rsidRDefault="08B1D84A" w14:paraId="1C4BC4A6" w14:textId="7C3C44E6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D143A" w:rsidR="00C22A4A" w:rsidP="00C22A4A" w:rsidRDefault="00C22A4A" w14:paraId="708EE8CD" w14:textId="77777777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Z. Szczurek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r w:rsidRPr="009D143A">
              <w:rPr>
                <w:rFonts w:ascii="Corbel" w:hAnsi="Corbel" w:eastAsia="Cambria"/>
                <w:iCs/>
                <w:sz w:val="24"/>
                <w:szCs w:val="24"/>
              </w:rPr>
              <w:t>Prawo cywilne dla studentów administracji, Warszawa 2012,</w:t>
            </w:r>
          </w:p>
          <w:p w:rsidRPr="009D143A" w:rsidR="00C22A4A" w:rsidP="00C22A4A" w:rsidRDefault="00C22A4A" w14:paraId="3585F942" w14:textId="7777777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M. Załucki, P. Stec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 xml:space="preserve"> (red.), Prawo cywilne z umowami w </w:t>
            </w:r>
            <w:r>
              <w:rPr>
                <w:rFonts w:ascii="Corbel" w:hAnsi="Corbel" w:eastAsia="Cambria"/>
                <w:sz w:val="24"/>
                <w:szCs w:val="24"/>
              </w:rPr>
              <w:t>administracji, Warszawa 2010,</w:t>
            </w:r>
          </w:p>
          <w:p w:rsidRPr="001C738B" w:rsidR="00C22A4A" w:rsidP="00C22A4A" w:rsidRDefault="00C22A4A" w14:paraId="6FB82B52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143A">
              <w:rPr>
                <w:rFonts w:ascii="Corbel" w:hAnsi="Corbel"/>
                <w:b/>
                <w:sz w:val="24"/>
                <w:szCs w:val="24"/>
              </w:rPr>
              <w:t>Z. Radwański</w:t>
            </w:r>
            <w:r w:rsidRPr="009D143A">
              <w:rPr>
                <w:rFonts w:ascii="Corbel" w:hAnsi="Corbel"/>
                <w:sz w:val="24"/>
                <w:szCs w:val="24"/>
              </w:rPr>
              <w:t>, Prawo</w:t>
            </w:r>
            <w:r w:rsidRPr="001C738B">
              <w:rPr>
                <w:rFonts w:ascii="Corbel" w:hAnsi="Corbel"/>
                <w:sz w:val="24"/>
                <w:szCs w:val="24"/>
              </w:rPr>
              <w:t xml:space="preserve"> cywilne – część ogólna, wydanie 15, Warszawa 2019,</w:t>
            </w:r>
          </w:p>
          <w:p w:rsidRPr="001C738B" w:rsidR="00C22A4A" w:rsidP="00C22A4A" w:rsidRDefault="00C22A4A" w14:paraId="0762DA89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>A. Wolter, J. Ignatowicz, K. Stefaniuk</w:t>
            </w:r>
            <w:r w:rsidRPr="001C738B">
              <w:rPr>
                <w:rFonts w:ascii="Corbel" w:hAnsi="Corbel"/>
                <w:sz w:val="24"/>
                <w:szCs w:val="24"/>
              </w:rPr>
              <w:t>, Prawo cywilne. Zarys części ogólnej, wydanie 3, Warszawa 2017,</w:t>
            </w:r>
          </w:p>
          <w:p w:rsidRPr="001C738B" w:rsidR="00C22A4A" w:rsidP="00C22A4A" w:rsidRDefault="00C22A4A" w14:paraId="7666630D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>A. Kawałko, H. Witczak</w:t>
            </w:r>
            <w:r w:rsidRPr="001C738B">
              <w:rPr>
                <w:rFonts w:ascii="Corbel" w:hAnsi="Corbel"/>
                <w:sz w:val="24"/>
                <w:szCs w:val="24"/>
              </w:rPr>
              <w:t>, Prawo cywilne – część ogólna, wydanie 5, Warszawa 2017,</w:t>
            </w:r>
          </w:p>
          <w:p w:rsidRPr="00E845A5" w:rsidR="00C22A4A" w:rsidP="00C22A4A" w:rsidRDefault="00C22A4A" w14:paraId="50F2ED25" w14:textId="77777777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Z. Radwański, A. Olejniczak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>, Zobowiązania – część ogólna, wydanie 14, Warszawa 2020,</w:t>
            </w:r>
          </w:p>
          <w:p w:rsidRPr="00E845A5" w:rsidR="00C22A4A" w:rsidP="00C22A4A" w:rsidRDefault="00C22A4A" w14:paraId="1280955D" w14:textId="77777777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Z. Radwański, A. Olejniczak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>, Zobowią</w:t>
            </w:r>
            <w:r>
              <w:rPr>
                <w:rFonts w:ascii="Corbel" w:hAnsi="Corbel" w:eastAsia="Cambria"/>
                <w:sz w:val="24"/>
                <w:szCs w:val="24"/>
              </w:rPr>
              <w:t>zania – część szczegółowa, wydanie 13, Warszawa 2019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>,</w:t>
            </w:r>
          </w:p>
          <w:p w:rsidRPr="002C6B54" w:rsidR="00C22A4A" w:rsidP="00C22A4A" w:rsidRDefault="00C22A4A" w14:paraId="69EEB9FE" w14:textId="77777777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W. Czachórski,  A. Brzozowski, M. Safian, E. Skowrońska-Bocian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>, Zobowiązani</w:t>
            </w:r>
            <w:r>
              <w:rPr>
                <w:rFonts w:ascii="Corbel" w:hAnsi="Corbel" w:eastAsia="Cambria"/>
                <w:sz w:val="24"/>
                <w:szCs w:val="24"/>
              </w:rPr>
              <w:t>a. Zarys wykładu, Warszawa 2009</w:t>
            </w:r>
          </w:p>
        </w:tc>
      </w:tr>
      <w:tr w:rsidRPr="009C54AE" w:rsidR="00C22A4A" w:rsidTr="08B1D84A" w14:paraId="715923DA" w14:textId="77777777">
        <w:trPr>
          <w:trHeight w:val="397"/>
        </w:trPr>
        <w:tc>
          <w:tcPr>
            <w:tcW w:w="7513" w:type="dxa"/>
            <w:tcMar/>
          </w:tcPr>
          <w:p w:rsidR="00C22A4A" w:rsidP="08B1D84A" w:rsidRDefault="00C22A4A" w14:paraId="7C407AFC" w14:textId="7141461B">
            <w:pPr>
              <w:pStyle w:val="Punktygwne"/>
              <w:spacing w:before="0" w:after="0"/>
              <w:jc w:val="both"/>
              <w:rPr>
                <w:rFonts w:ascii="Corbel" w:hAnsi="Corbel"/>
                <w:caps w:val="0"/>
                <w:smallCaps w:val="0"/>
              </w:rPr>
            </w:pPr>
            <w:r w:rsidRPr="08B1D84A" w:rsidR="0A3BF677">
              <w:rPr>
                <w:rFonts w:ascii="Corbel" w:hAnsi="Corbel"/>
                <w:caps w:val="0"/>
                <w:smallCaps w:val="0"/>
              </w:rPr>
              <w:t>Literatura uzupełniająca:</w:t>
            </w:r>
          </w:p>
          <w:p w:rsidR="00C22A4A" w:rsidP="08B1D84A" w:rsidRDefault="00C22A4A" w14:paraId="02807176" w14:textId="00A3D46B">
            <w:pPr>
              <w:pStyle w:val="Punktygwne"/>
              <w:spacing w:before="0" w:after="0"/>
              <w:jc w:val="both"/>
              <w:rPr>
                <w:rFonts w:ascii="Corbel" w:hAnsi="Corbel"/>
                <w:caps w:val="0"/>
                <w:smallCaps w:val="0"/>
              </w:rPr>
            </w:pPr>
            <w:r w:rsidRPr="08B1D84A" w:rsidR="0A3BF677">
              <w:rPr>
                <w:rFonts w:ascii="Corbel" w:hAnsi="Corbel"/>
                <w:caps w:val="0"/>
                <w:smallCaps w:val="0"/>
              </w:rPr>
              <w:t xml:space="preserve"> </w:t>
            </w:r>
          </w:p>
          <w:p w:rsidRPr="002C6B54" w:rsidR="00C22A4A" w:rsidP="00C22A4A" w:rsidRDefault="00C22A4A" w14:paraId="148D7D22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2C6B54">
              <w:rPr>
                <w:rFonts w:ascii="Corbel" w:hAnsi="Corbel"/>
                <w:b/>
                <w:szCs w:val="24"/>
              </w:rPr>
              <w:t>D.E. Kotłowski, M.O. Piaskowska, K. Sadowski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A862E7">
              <w:rPr>
                <w:rFonts w:ascii="Corbel" w:hAnsi="Corbel"/>
                <w:szCs w:val="24"/>
              </w:rPr>
              <w:t xml:space="preserve">Kazusy cywilne – część ogólna, prawo rzeczowe, zobowiązania </w:t>
            </w:r>
            <w:r>
              <w:rPr>
                <w:rFonts w:ascii="Corbel" w:hAnsi="Corbel"/>
                <w:szCs w:val="24"/>
              </w:rPr>
              <w:t>i spadki, wyd. 2, Warszawa 2017,</w:t>
            </w:r>
          </w:p>
          <w:p w:rsidRPr="009C54AE" w:rsidR="00C22A4A" w:rsidP="00C22A4A" w:rsidRDefault="00C22A4A" w14:paraId="13063CDA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 xml:space="preserve">M. Cempura, A. Kasolik, </w:t>
            </w:r>
            <w:r>
              <w:rPr>
                <w:rFonts w:ascii="Corbel" w:hAnsi="Corbel"/>
                <w:szCs w:val="24"/>
              </w:rPr>
              <w:t>Metodyka sporządzania umów gospodarczych, Warszawa 2020.</w:t>
            </w:r>
          </w:p>
        </w:tc>
      </w:tr>
    </w:tbl>
    <w:p w:rsidRPr="009C54AE" w:rsidR="0085747A" w:rsidP="009C54AE" w:rsidRDefault="0085747A" w14:paraId="03C145E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8A465F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5E7CE6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6211" w:rsidP="00C16ABF" w:rsidRDefault="00BC6211" w14:paraId="7834C56F" w14:textId="77777777">
      <w:pPr>
        <w:spacing w:after="0" w:line="240" w:lineRule="auto"/>
      </w:pPr>
      <w:r>
        <w:separator/>
      </w:r>
    </w:p>
  </w:endnote>
  <w:endnote w:type="continuationSeparator" w:id="0">
    <w:p w:rsidR="00BC6211" w:rsidP="00C16ABF" w:rsidRDefault="00BC6211" w14:paraId="2CD093C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6211" w:rsidP="00C16ABF" w:rsidRDefault="00BC6211" w14:paraId="619D3A03" w14:textId="77777777">
      <w:pPr>
        <w:spacing w:after="0" w:line="240" w:lineRule="auto"/>
      </w:pPr>
      <w:r>
        <w:separator/>
      </w:r>
    </w:p>
  </w:footnote>
  <w:footnote w:type="continuationSeparator" w:id="0">
    <w:p w:rsidR="00BC6211" w:rsidP="00C16ABF" w:rsidRDefault="00BC6211" w14:paraId="668622A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7954DB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895C86"/>
    <w:multiLevelType w:val="hybridMultilevel"/>
    <w:tmpl w:val="8F789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0C56909"/>
    <w:multiLevelType w:val="hybridMultilevel"/>
    <w:tmpl w:val="72B05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65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3E1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827"/>
    <w:rsid w:val="002B4D55"/>
    <w:rsid w:val="002B5EA0"/>
    <w:rsid w:val="002B6119"/>
    <w:rsid w:val="002C1F06"/>
    <w:rsid w:val="002D328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235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A4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9C0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211"/>
    <w:rsid w:val="00BD3869"/>
    <w:rsid w:val="00BD62AB"/>
    <w:rsid w:val="00BD66E9"/>
    <w:rsid w:val="00BD6FF4"/>
    <w:rsid w:val="00BF2C41"/>
    <w:rsid w:val="00C058B4"/>
    <w:rsid w:val="00C05F44"/>
    <w:rsid w:val="00C131B5"/>
    <w:rsid w:val="00C16ABF"/>
    <w:rsid w:val="00C170AE"/>
    <w:rsid w:val="00C22A4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68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A53"/>
    <w:rsid w:val="00E24BF5"/>
    <w:rsid w:val="00E25338"/>
    <w:rsid w:val="00E51E44"/>
    <w:rsid w:val="00E63348"/>
    <w:rsid w:val="00E72FE1"/>
    <w:rsid w:val="00E742AA"/>
    <w:rsid w:val="00E77E88"/>
    <w:rsid w:val="00E8107D"/>
    <w:rsid w:val="00E960BB"/>
    <w:rsid w:val="00E96404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1D84A"/>
    <w:rsid w:val="0A3BF677"/>
    <w:rsid w:val="0EE16645"/>
    <w:rsid w:val="15607B6C"/>
    <w:rsid w:val="1A76C5EC"/>
    <w:rsid w:val="2AB20C12"/>
    <w:rsid w:val="49A397C2"/>
    <w:rsid w:val="57038E69"/>
    <w:rsid w:val="57A7F4D4"/>
    <w:rsid w:val="5E0E8B38"/>
    <w:rsid w:val="60B687BB"/>
    <w:rsid w:val="680D7526"/>
    <w:rsid w:val="6A649E69"/>
    <w:rsid w:val="70C76F82"/>
    <w:rsid w:val="75CCA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AF60F"/>
  <w15:docId w15:val="{26239AC7-6458-49FE-AAE0-AFF8CC3CFFF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D26682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D2668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0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1318D-DD60-4520-976A-94769782263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12</revision>
  <lastPrinted>2019-02-06T12:12:00.0000000Z</lastPrinted>
  <dcterms:created xsi:type="dcterms:W3CDTF">2020-03-10T11:54:00.0000000Z</dcterms:created>
  <dcterms:modified xsi:type="dcterms:W3CDTF">2022-01-21T13:42:13.6102717Z</dcterms:modified>
</coreProperties>
</file>